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346B3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</w:t>
      </w:r>
      <w:proofErr w:type="gramStart"/>
      <w:r w:rsidR="002A22BF" w:rsidRPr="00B169DF">
        <w:rPr>
          <w:rFonts w:ascii="Corbel" w:hAnsi="Corbel"/>
          <w:bCs/>
          <w:i/>
        </w:rPr>
        <w:t xml:space="preserve">UR </w:t>
      </w:r>
      <w:r w:rsidR="00CD6897" w:rsidRPr="00B169DF">
        <w:rPr>
          <w:rFonts w:ascii="Corbel" w:hAnsi="Corbel"/>
          <w:bCs/>
          <w:i/>
        </w:rPr>
        <w:t xml:space="preserve"> nr</w:t>
      </w:r>
      <w:proofErr w:type="gramEnd"/>
      <w:r w:rsidR="00CD6897" w:rsidRPr="00B169DF">
        <w:rPr>
          <w:rFonts w:ascii="Corbel" w:hAnsi="Corbel"/>
          <w:bCs/>
          <w:i/>
        </w:rPr>
        <w:t xml:space="preserve"> </w:t>
      </w:r>
      <w:r w:rsidR="00F61A26" w:rsidRPr="00B169DF">
        <w:rPr>
          <w:rFonts w:ascii="Corbel" w:hAnsi="Corbel"/>
          <w:bCs/>
          <w:i/>
        </w:rPr>
        <w:t>7/2023</w:t>
      </w:r>
    </w:p>
    <w:p w14:paraId="754C1C70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0707F31" w14:textId="16CC4BBA" w:rsidR="00670889" w:rsidRDefault="0071620A" w:rsidP="0067088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670889" w:rsidRPr="00670889">
        <w:rPr>
          <w:rFonts w:ascii="Corbel" w:hAnsi="Corbel"/>
          <w:i/>
          <w:smallCaps/>
          <w:sz w:val="24"/>
          <w:szCs w:val="24"/>
        </w:rPr>
        <w:t xml:space="preserve"> </w:t>
      </w:r>
      <w:r w:rsidR="00670889">
        <w:rPr>
          <w:rFonts w:ascii="Corbel" w:hAnsi="Corbel"/>
          <w:i/>
          <w:smallCaps/>
          <w:sz w:val="24"/>
          <w:szCs w:val="24"/>
        </w:rPr>
        <w:t>2024-2027</w:t>
      </w:r>
    </w:p>
    <w:p w14:paraId="0BD43AF6" w14:textId="511F8B28" w:rsidR="0085747A" w:rsidRPr="00B169DF" w:rsidRDefault="00670889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</w:t>
      </w:r>
      <w:r w:rsidR="00EA4832"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7E6A610" w14:textId="104CFF1D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</w:t>
      </w:r>
      <w:proofErr w:type="gramStart"/>
      <w:r w:rsidRPr="00B169DF">
        <w:rPr>
          <w:rFonts w:ascii="Corbel" w:hAnsi="Corbel"/>
          <w:sz w:val="20"/>
          <w:szCs w:val="20"/>
        </w:rPr>
        <w:t>akademicki   ..</w:t>
      </w:r>
      <w:proofErr w:type="gramEnd"/>
      <w:r w:rsidR="00933888">
        <w:rPr>
          <w:rFonts w:ascii="Corbel" w:hAnsi="Corbel"/>
          <w:sz w:val="20"/>
          <w:szCs w:val="20"/>
        </w:rPr>
        <w:t>202</w:t>
      </w:r>
      <w:r w:rsidR="00670889">
        <w:rPr>
          <w:rFonts w:ascii="Corbel" w:hAnsi="Corbel"/>
          <w:sz w:val="20"/>
          <w:szCs w:val="20"/>
        </w:rPr>
        <w:t>5</w:t>
      </w:r>
      <w:r w:rsidR="00933888">
        <w:rPr>
          <w:rFonts w:ascii="Corbel" w:hAnsi="Corbel"/>
          <w:sz w:val="20"/>
          <w:szCs w:val="20"/>
        </w:rPr>
        <w:t>/</w:t>
      </w:r>
      <w:r w:rsidR="00FE3CC4">
        <w:rPr>
          <w:rFonts w:ascii="Corbel" w:hAnsi="Corbel"/>
          <w:sz w:val="20"/>
          <w:szCs w:val="20"/>
        </w:rPr>
        <w:t>20</w:t>
      </w:r>
      <w:r w:rsidR="00933888">
        <w:rPr>
          <w:rFonts w:ascii="Corbel" w:hAnsi="Corbel"/>
          <w:sz w:val="20"/>
          <w:szCs w:val="20"/>
        </w:rPr>
        <w:t>2</w:t>
      </w:r>
      <w:r w:rsidR="00670889">
        <w:rPr>
          <w:rFonts w:ascii="Corbel" w:hAnsi="Corbel"/>
          <w:sz w:val="20"/>
          <w:szCs w:val="20"/>
        </w:rPr>
        <w:t>6</w:t>
      </w:r>
      <w:r w:rsidRPr="00B169DF">
        <w:rPr>
          <w:rFonts w:ascii="Corbel" w:hAnsi="Corbel"/>
          <w:sz w:val="20"/>
          <w:szCs w:val="20"/>
        </w:rPr>
        <w:t>..</w:t>
      </w:r>
    </w:p>
    <w:p w14:paraId="167DA495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1FA9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D7773E6" w14:textId="77777777" w:rsidTr="00933888">
        <w:tc>
          <w:tcPr>
            <w:tcW w:w="2694" w:type="dxa"/>
            <w:vAlign w:val="center"/>
          </w:tcPr>
          <w:p w14:paraId="72C0A28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855FB" w14:textId="032143A1" w:rsidR="0085747A" w:rsidRPr="00B169DF" w:rsidRDefault="009338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Profilaktyka agresji i przemocy</w:t>
            </w:r>
          </w:p>
        </w:tc>
      </w:tr>
      <w:tr w:rsidR="0085747A" w:rsidRPr="00B169DF" w14:paraId="461D2F25" w14:textId="77777777" w:rsidTr="00933888">
        <w:tc>
          <w:tcPr>
            <w:tcW w:w="2694" w:type="dxa"/>
            <w:vAlign w:val="center"/>
          </w:tcPr>
          <w:p w14:paraId="0AA5FFB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50F6E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33888" w:rsidRPr="00B169DF" w14:paraId="6144BA4A" w14:textId="77777777" w:rsidTr="00933888">
        <w:tc>
          <w:tcPr>
            <w:tcW w:w="2694" w:type="dxa"/>
            <w:vAlign w:val="center"/>
          </w:tcPr>
          <w:p w14:paraId="68A68ADC" w14:textId="77777777" w:rsidR="00933888" w:rsidRPr="00B169DF" w:rsidRDefault="00933888" w:rsidP="009338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82A13C1" w14:textId="0845065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33888" w:rsidRPr="00B169DF" w14:paraId="2BCF0076" w14:textId="77777777" w:rsidTr="00933888">
        <w:tc>
          <w:tcPr>
            <w:tcW w:w="2694" w:type="dxa"/>
            <w:vAlign w:val="center"/>
          </w:tcPr>
          <w:p w14:paraId="24AB874B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21CFD" w14:textId="5B117B8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933888" w:rsidRPr="00B169DF" w14:paraId="573FC791" w14:textId="77777777" w:rsidTr="00933888">
        <w:tc>
          <w:tcPr>
            <w:tcW w:w="2694" w:type="dxa"/>
            <w:vAlign w:val="center"/>
          </w:tcPr>
          <w:p w14:paraId="3F516D95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E5C83E" w14:textId="07B2F6B5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profilaktyka społeczna z resocjalizacją</w:t>
            </w:r>
          </w:p>
        </w:tc>
      </w:tr>
      <w:tr w:rsidR="00933888" w:rsidRPr="00B169DF" w14:paraId="5BA7D470" w14:textId="77777777" w:rsidTr="00933888">
        <w:tc>
          <w:tcPr>
            <w:tcW w:w="2694" w:type="dxa"/>
            <w:vAlign w:val="center"/>
          </w:tcPr>
          <w:p w14:paraId="44D7E5BC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9531E5" w14:textId="00EA4762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933888" w:rsidRPr="00B169DF" w14:paraId="0A3A8372" w14:textId="77777777" w:rsidTr="00933888">
        <w:tc>
          <w:tcPr>
            <w:tcW w:w="2694" w:type="dxa"/>
            <w:vAlign w:val="center"/>
          </w:tcPr>
          <w:p w14:paraId="508DBA02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25B917" w14:textId="36C127EF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33888" w:rsidRPr="00B169DF" w14:paraId="756837A9" w14:textId="77777777" w:rsidTr="00933888">
        <w:tc>
          <w:tcPr>
            <w:tcW w:w="2694" w:type="dxa"/>
            <w:vAlign w:val="center"/>
          </w:tcPr>
          <w:p w14:paraId="01D168F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B44FDA" w14:textId="7BF46D3A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933888" w:rsidRPr="00B169DF" w14:paraId="565BC732" w14:textId="77777777" w:rsidTr="00933888">
        <w:tc>
          <w:tcPr>
            <w:tcW w:w="2694" w:type="dxa"/>
            <w:vAlign w:val="center"/>
          </w:tcPr>
          <w:p w14:paraId="3A2C3A97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DD097C9" w14:textId="56E5AAFC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4</w:t>
            </w:r>
          </w:p>
        </w:tc>
      </w:tr>
      <w:tr w:rsidR="00933888" w:rsidRPr="00B169DF" w14:paraId="046F4CA2" w14:textId="77777777" w:rsidTr="00933888">
        <w:tc>
          <w:tcPr>
            <w:tcW w:w="2694" w:type="dxa"/>
            <w:vAlign w:val="center"/>
          </w:tcPr>
          <w:p w14:paraId="19F5A674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F6915" w14:textId="31B4DD94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33888" w:rsidRPr="00B169DF" w14:paraId="45CD0884" w14:textId="77777777" w:rsidTr="00933888">
        <w:tc>
          <w:tcPr>
            <w:tcW w:w="2694" w:type="dxa"/>
            <w:vAlign w:val="center"/>
          </w:tcPr>
          <w:p w14:paraId="3CDB9C0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D5C5C" w14:textId="02A5460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33888" w:rsidRPr="00B169DF" w14:paraId="767FADA8" w14:textId="77777777" w:rsidTr="00933888">
        <w:tc>
          <w:tcPr>
            <w:tcW w:w="2694" w:type="dxa"/>
            <w:vAlign w:val="center"/>
          </w:tcPr>
          <w:p w14:paraId="65CC9AA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55C551" w14:textId="197CCE38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85747A" w:rsidRPr="00B169DF" w14:paraId="02531B8B" w14:textId="77777777" w:rsidTr="00933888">
        <w:tc>
          <w:tcPr>
            <w:tcW w:w="2694" w:type="dxa"/>
            <w:vAlign w:val="center"/>
          </w:tcPr>
          <w:p w14:paraId="1B36025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048446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9545A1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41231B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09551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11AAD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30AD307" w14:textId="77777777" w:rsidTr="006B44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9D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12E3960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0CC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7C7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C31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056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FA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78A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4AE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53A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548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91B8009" w14:textId="77777777" w:rsidTr="006B44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837E" w14:textId="16EB7584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4B57" w14:textId="4F4B25BA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F41" w14:textId="5F0D2904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33D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FCD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BAF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B2A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B1F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24B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ECD" w14:textId="43DD73C4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6D1FC0" w14:textId="77777777" w:rsidR="00923D7D" w:rsidRPr="00B169DF" w:rsidRDefault="00923D7D" w:rsidP="006B44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67E0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2BE0ADD" w14:textId="77777777" w:rsidR="00933888" w:rsidRPr="00B41021" w:rsidRDefault="00933888" w:rsidP="00933888">
      <w:pPr>
        <w:pStyle w:val="Punktygwne"/>
        <w:spacing w:before="0" w:after="0" w:line="320" w:lineRule="exact"/>
        <w:ind w:left="708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77993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3EAB5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406EA5" w14:textId="68B6B769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933888" w:rsidRPr="00B169DF">
        <w:rPr>
          <w:rFonts w:ascii="Corbel" w:hAnsi="Corbel"/>
          <w:smallCaps w:val="0"/>
          <w:szCs w:val="24"/>
        </w:rPr>
        <w:t>przedmiotu (</w:t>
      </w:r>
      <w:r w:rsidRPr="00B169DF">
        <w:rPr>
          <w:rFonts w:ascii="Corbel" w:hAnsi="Corbel"/>
          <w:smallCaps w:val="0"/>
          <w:szCs w:val="24"/>
        </w:rPr>
        <w:t xml:space="preserve">z toku) </w:t>
      </w:r>
    </w:p>
    <w:p w14:paraId="57E16657" w14:textId="5CDE9F7F" w:rsidR="009C54AE" w:rsidRPr="00933888" w:rsidRDefault="00933888" w:rsidP="00933888">
      <w:pPr>
        <w:pStyle w:val="Punktygwne"/>
        <w:spacing w:before="0" w:after="0"/>
        <w:ind w:left="709"/>
        <w:rPr>
          <w:rFonts w:ascii="Corbel" w:hAnsi="Corbel"/>
          <w:b w:val="0"/>
          <w:i/>
          <w:iCs/>
          <w:szCs w:val="24"/>
        </w:rPr>
      </w:pPr>
      <w:r w:rsidRPr="00933888">
        <w:rPr>
          <w:rFonts w:ascii="Corbel" w:hAnsi="Corbel"/>
          <w:b w:val="0"/>
          <w:i/>
          <w:iCs/>
          <w:smallCaps w:val="0"/>
          <w:szCs w:val="24"/>
        </w:rPr>
        <w:t>Egzamin</w:t>
      </w:r>
    </w:p>
    <w:p w14:paraId="7D1FEC7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C0BC9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355C46B" w14:textId="77777777" w:rsidTr="00745302">
        <w:tc>
          <w:tcPr>
            <w:tcW w:w="9670" w:type="dxa"/>
          </w:tcPr>
          <w:p w14:paraId="3BB75572" w14:textId="67C11E3C" w:rsidR="0085747A" w:rsidRPr="00B169DF" w:rsidRDefault="0093388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737B25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0C5CF3B9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EB22F" w14:textId="567B97F1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933888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1A0694D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888E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D69C3A5" w14:textId="77777777" w:rsidR="00737B25" w:rsidRPr="00B169DF" w:rsidRDefault="00737B25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37B25" w:rsidRPr="00B41021" w14:paraId="3EC26D4D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F73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2A9C" w14:textId="023CD4FF" w:rsidR="00737B25" w:rsidRPr="00737B25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instytucjami tworzącymi system profilaktyki przemocy oraz kierunkami i formami ich działalności.</w:t>
            </w:r>
          </w:p>
        </w:tc>
      </w:tr>
      <w:tr w:rsidR="00737B25" w:rsidRPr="00B41021" w14:paraId="27B56900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F984" w14:textId="77777777" w:rsidR="00737B25" w:rsidRPr="00737B25" w:rsidRDefault="00737B25" w:rsidP="00737B2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0EED" w14:textId="61C66960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Zdobycie wiadomości na temat podstawowych rodzajów, symptomów i przyczyn </w:t>
            </w:r>
            <w:r>
              <w:rPr>
                <w:rFonts w:ascii="Corbel" w:hAnsi="Corbel"/>
                <w:b w:val="0"/>
                <w:sz w:val="24"/>
                <w:szCs w:val="24"/>
              </w:rPr>
              <w:t>agresji oraz przemocy.</w:t>
            </w:r>
          </w:p>
        </w:tc>
      </w:tr>
      <w:tr w:rsidR="00737B25" w:rsidRPr="00B41021" w14:paraId="4C9641C2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E2BD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6046" w14:textId="47BF22F2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Zapoznanie studentów z wybranymi koncepcjami dotyczącymi etiologii </w:t>
            </w:r>
            <w:r>
              <w:rPr>
                <w:rFonts w:ascii="Corbel" w:hAnsi="Corbel"/>
                <w:b w:val="0"/>
                <w:sz w:val="24"/>
                <w:szCs w:val="24"/>
              </w:rPr>
              <w:t>agresji i przemocy.</w:t>
            </w:r>
          </w:p>
        </w:tc>
      </w:tr>
      <w:tr w:rsidR="00737B25" w:rsidRPr="00B41021" w14:paraId="47E51456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91A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CBBE" w14:textId="6F49AFB9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Poznanie zagrożeń wynikających z </w:t>
            </w:r>
            <w:r>
              <w:rPr>
                <w:rFonts w:ascii="Corbel" w:hAnsi="Corbel"/>
                <w:b w:val="0"/>
                <w:sz w:val="24"/>
                <w:szCs w:val="24"/>
              </w:rPr>
              <w:t>zachowania agresywnego i stosowania przemocy w różnych środowiskach społecznych.</w:t>
            </w:r>
          </w:p>
        </w:tc>
      </w:tr>
      <w:tr w:rsidR="00737B25" w:rsidRPr="00B41021" w14:paraId="3598939C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F8B1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62C9" w14:textId="3408EDDF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Kształtowanie profesjonalnych postaw, wobec </w:t>
            </w:r>
            <w:r w:rsidR="00471113">
              <w:rPr>
                <w:rFonts w:ascii="Corbel" w:hAnsi="Corbel"/>
                <w:b w:val="0"/>
                <w:sz w:val="24"/>
                <w:szCs w:val="24"/>
              </w:rPr>
              <w:t>agresorów i ofiar przemocy</w:t>
            </w:r>
            <w:r w:rsidRPr="00B410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7580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ED24EC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AE340C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309FFCD9" w14:textId="77777777" w:rsidTr="00DF3988">
        <w:tc>
          <w:tcPr>
            <w:tcW w:w="1681" w:type="dxa"/>
            <w:vAlign w:val="center"/>
          </w:tcPr>
          <w:p w14:paraId="690F80AE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6948D49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2C888A0" w14:textId="4BFCF798" w:rsidR="002C5279" w:rsidRPr="00B169DF" w:rsidRDefault="002C527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22E2DCE" w14:textId="1742DE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CE44D8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7C6B" w:rsidRPr="00B169DF" w14:paraId="4B95775B" w14:textId="77777777" w:rsidTr="00C47C6B">
        <w:trPr>
          <w:trHeight w:val="779"/>
        </w:trPr>
        <w:tc>
          <w:tcPr>
            <w:tcW w:w="1681" w:type="dxa"/>
          </w:tcPr>
          <w:p w14:paraId="04B3CF7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012B291B" w14:textId="41741D82" w:rsidR="00C47C6B" w:rsidRPr="00B169DF" w:rsidRDefault="002C5279" w:rsidP="00C47C6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>efiniuje</w:t>
            </w:r>
            <w:r>
              <w:rPr>
                <w:rFonts w:ascii="Corbel" w:hAnsi="Corbel"/>
                <w:sz w:val="24"/>
                <w:szCs w:val="24"/>
              </w:rPr>
              <w:t>, zinterpretuje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i opisuje pojęcia: </w:t>
            </w:r>
            <w:r w:rsidR="00C47C6B">
              <w:rPr>
                <w:rFonts w:ascii="Corbel" w:hAnsi="Corbel"/>
                <w:sz w:val="24"/>
                <w:szCs w:val="24"/>
              </w:rPr>
              <w:t xml:space="preserve">przemoc, agresja, </w:t>
            </w:r>
            <w:r>
              <w:rPr>
                <w:rFonts w:ascii="Corbel" w:hAnsi="Corbel"/>
                <w:sz w:val="24"/>
                <w:szCs w:val="24"/>
              </w:rPr>
              <w:t xml:space="preserve">mobbing, stalking, </w:t>
            </w:r>
            <w:r w:rsidR="00C47C6B">
              <w:rPr>
                <w:rFonts w:ascii="Corbel" w:hAnsi="Corbel"/>
                <w:sz w:val="24"/>
                <w:szCs w:val="24"/>
              </w:rPr>
              <w:t>krzywdzenie, znęcanie się, molestowanie, wykorzystywanie seksualne</w:t>
            </w:r>
            <w:r w:rsidR="00CE44D8">
              <w:rPr>
                <w:rFonts w:ascii="Corbel" w:hAnsi="Corbel"/>
                <w:sz w:val="24"/>
                <w:szCs w:val="24"/>
              </w:rPr>
              <w:t>.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6FD4A39B" w14:textId="25028019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K_W01</w:t>
            </w:r>
          </w:p>
        </w:tc>
      </w:tr>
      <w:tr w:rsidR="00C47C6B" w:rsidRPr="00B169DF" w14:paraId="3417DDDC" w14:textId="77777777" w:rsidTr="00DF3988">
        <w:tc>
          <w:tcPr>
            <w:tcW w:w="1681" w:type="dxa"/>
          </w:tcPr>
          <w:p w14:paraId="4010C1C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DE73327" w14:textId="5493A554" w:rsidR="00C47C6B" w:rsidRPr="00DF3988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F3988">
              <w:rPr>
                <w:rFonts w:ascii="Corbel" w:hAnsi="Corbel"/>
                <w:b w:val="0"/>
                <w:smallCaps w:val="0"/>
                <w:szCs w:val="24"/>
              </w:rPr>
              <w:t>Opis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 podstawowe koncepcje, kulturowe, socjologiczne, psychologiczne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biologiczne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>odnoszące się do etiologii agresji i przemocy.</w:t>
            </w:r>
          </w:p>
        </w:tc>
        <w:tc>
          <w:tcPr>
            <w:tcW w:w="1865" w:type="dxa"/>
          </w:tcPr>
          <w:p w14:paraId="09A25808" w14:textId="7E2B641C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K_W05</w:t>
            </w:r>
          </w:p>
        </w:tc>
      </w:tr>
      <w:tr w:rsidR="00C47C6B" w:rsidRPr="00B169DF" w14:paraId="4124671F" w14:textId="77777777" w:rsidTr="00DF3988">
        <w:tc>
          <w:tcPr>
            <w:tcW w:w="1681" w:type="dxa"/>
          </w:tcPr>
          <w:p w14:paraId="12A7082F" w14:textId="57A66775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2CF19C96" w14:textId="696ADD64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3988">
              <w:rPr>
                <w:rFonts w:ascii="Corbel" w:hAnsi="Corbel"/>
                <w:b w:val="0"/>
                <w:smallCaps w:val="0"/>
                <w:szCs w:val="24"/>
              </w:rPr>
              <w:t>Om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ówi funkcje i zadania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 instytucj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 życia społecznego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>uczestnicząc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 xml:space="preserve"> w profilaktyce przemocy i agresji.</w:t>
            </w:r>
          </w:p>
        </w:tc>
        <w:tc>
          <w:tcPr>
            <w:tcW w:w="1865" w:type="dxa"/>
          </w:tcPr>
          <w:p w14:paraId="4C10F218" w14:textId="382DB52F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K_W07</w:t>
            </w:r>
          </w:p>
        </w:tc>
      </w:tr>
      <w:tr w:rsidR="00C47C6B" w:rsidRPr="00B169DF" w14:paraId="1CBADD36" w14:textId="77777777" w:rsidTr="00DF3988">
        <w:tc>
          <w:tcPr>
            <w:tcW w:w="1681" w:type="dxa"/>
          </w:tcPr>
          <w:p w14:paraId="046A4371" w14:textId="7DD729D3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BA9F806" w14:textId="7FC3E566" w:rsidR="00C47C6B" w:rsidRPr="00192801" w:rsidRDefault="00192801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192801">
              <w:rPr>
                <w:rFonts w:ascii="Corbel" w:hAnsi="Corbel"/>
                <w:b w:val="0"/>
                <w:smallCaps w:val="0"/>
                <w:szCs w:val="24"/>
              </w:rPr>
              <w:t>Scharakteryzuje podstawowe zaburzenia dotyczące funkcjonowania wybranych środowisk wychowawczych oraz instytucji życia społecznego, wpływające na powstawanie zjawis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ka agresji i przemocy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CD4BA4A" w14:textId="77777777" w:rsidR="00192801" w:rsidRDefault="00192801" w:rsidP="00C47C6B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K_W07</w:t>
            </w:r>
          </w:p>
          <w:p w14:paraId="429D044D" w14:textId="2A104285" w:rsidR="00C47C6B" w:rsidRPr="00E575AF" w:rsidRDefault="00C47C6B" w:rsidP="00C47C6B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K_W08</w:t>
            </w:r>
          </w:p>
        </w:tc>
      </w:tr>
      <w:tr w:rsidR="002C5279" w:rsidRPr="00B169DF" w14:paraId="208C2954" w14:textId="77777777" w:rsidTr="008E62FD">
        <w:tc>
          <w:tcPr>
            <w:tcW w:w="1681" w:type="dxa"/>
          </w:tcPr>
          <w:p w14:paraId="00EFC215" w14:textId="582DB8C1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14:paraId="08F551E9" w14:textId="2E4AA1ED" w:rsidR="002C5279" w:rsidRPr="002C5279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Przeanalizuje, zinterpretuje i oceni zjawiska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związane z agresją i przemocą </w:t>
            </w: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oraz ich wpływ na różne obszary życia społecznego.</w:t>
            </w:r>
          </w:p>
        </w:tc>
        <w:tc>
          <w:tcPr>
            <w:tcW w:w="1865" w:type="dxa"/>
          </w:tcPr>
          <w:p w14:paraId="4654068D" w14:textId="63A5569D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K_U01</w:t>
            </w:r>
          </w:p>
        </w:tc>
      </w:tr>
      <w:tr w:rsidR="002C5279" w:rsidRPr="00B169DF" w14:paraId="625CB906" w14:textId="77777777" w:rsidTr="00DF3988">
        <w:tc>
          <w:tcPr>
            <w:tcW w:w="1681" w:type="dxa"/>
          </w:tcPr>
          <w:p w14:paraId="1A205EA8" w14:textId="70AA1333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66DC0EAC" w14:textId="02F5C6D8" w:rsidR="002C5279" w:rsidRPr="00CE44D8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Precyzyjnie wypowie się w mowie i na piśmie na tematy dotyczące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agresji i przemocy</w:t>
            </w: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2C5279">
              <w:rPr>
                <w:rFonts w:ascii="Corbel" w:hAnsi="Corbel"/>
                <w:b w:val="0"/>
                <w:smallCaps w:val="0"/>
                <w:szCs w:val="24"/>
              </w:rPr>
              <w:t>wykorzystując wiedzę teoretyczną z zakresu pedagogiki, psychologii, socjologii, kryminologii i innych dyscyplin naukowych zajmujących się daną problematyką.</w:t>
            </w:r>
          </w:p>
        </w:tc>
        <w:tc>
          <w:tcPr>
            <w:tcW w:w="1865" w:type="dxa"/>
          </w:tcPr>
          <w:p w14:paraId="232BCCCE" w14:textId="4D8CEE4E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K_U04</w:t>
            </w:r>
          </w:p>
        </w:tc>
      </w:tr>
      <w:tr w:rsidR="002C5279" w:rsidRPr="00B169DF" w14:paraId="47A395C1" w14:textId="77777777" w:rsidTr="00DF3988">
        <w:tc>
          <w:tcPr>
            <w:tcW w:w="1681" w:type="dxa"/>
          </w:tcPr>
          <w:p w14:paraId="5DF91BC6" w14:textId="31EFB4F2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38AB74D7" w14:textId="2B55B45C" w:rsidR="002C5279" w:rsidRPr="00CE44D8" w:rsidRDefault="005515FE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515FE">
              <w:rPr>
                <w:rFonts w:ascii="Corbel" w:hAnsi="Corbel"/>
                <w:b w:val="0"/>
                <w:smallCaps w:val="0"/>
              </w:rPr>
              <w:t>Obiektywnie oceni swoje przygotowanie do pracy z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Pr="005515FE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sprawcami i ofiarami przemocy oraz agresji</w:t>
            </w:r>
            <w:r w:rsidRPr="005515FE">
              <w:rPr>
                <w:rFonts w:ascii="Corbel" w:hAnsi="Corbel"/>
                <w:b w:val="0"/>
                <w:smallCaps w:val="0"/>
              </w:rPr>
              <w:t>, dostrzegając konieczność uzupełniania wiedzy poprzez samokształcenie.</w:t>
            </w:r>
          </w:p>
        </w:tc>
        <w:tc>
          <w:tcPr>
            <w:tcW w:w="1865" w:type="dxa"/>
          </w:tcPr>
          <w:p w14:paraId="24AE23E4" w14:textId="5EB5648D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K_K03</w:t>
            </w:r>
          </w:p>
        </w:tc>
      </w:tr>
    </w:tbl>
    <w:p w14:paraId="2C94F96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301EBC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317EEF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838077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4D17FD" w14:textId="77777777" w:rsidTr="008B4E35">
        <w:tc>
          <w:tcPr>
            <w:tcW w:w="9520" w:type="dxa"/>
          </w:tcPr>
          <w:p w14:paraId="7883833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7DE8F397" w14:textId="77777777" w:rsidTr="008B4E35">
        <w:tc>
          <w:tcPr>
            <w:tcW w:w="9520" w:type="dxa"/>
          </w:tcPr>
          <w:p w14:paraId="709E2471" w14:textId="2453C2B5" w:rsidR="0085747A" w:rsidRPr="008B4E35" w:rsidRDefault="00CF21A3" w:rsidP="008B4E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B4E35">
              <w:rPr>
                <w:rFonts w:ascii="Corbel" w:hAnsi="Corbel"/>
                <w:sz w:val="24"/>
                <w:szCs w:val="24"/>
              </w:rPr>
              <w:t>Podstawowe pojęcia związane z przemocą i agresją, różne sposoby ich definiowania oraz relacje zachodzące pomiędzy nimi.</w:t>
            </w:r>
          </w:p>
        </w:tc>
      </w:tr>
      <w:tr w:rsidR="00EB498F" w:rsidRPr="00B169DF" w14:paraId="464D53F4" w14:textId="77777777" w:rsidTr="008B4E35">
        <w:tc>
          <w:tcPr>
            <w:tcW w:w="9520" w:type="dxa"/>
            <w:vAlign w:val="center"/>
          </w:tcPr>
          <w:p w14:paraId="565998F2" w14:textId="1B220813" w:rsidR="00EB498F" w:rsidRPr="008B4E35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4E35">
              <w:rPr>
                <w:rFonts w:ascii="Corbel" w:hAnsi="Corbel"/>
                <w:sz w:val="24"/>
                <w:szCs w:val="24"/>
              </w:rPr>
              <w:t>Teorie agresji oraz determinanty przemocy w relacjach społecznych</w:t>
            </w:r>
            <w:r w:rsidR="00042B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B498F" w:rsidRPr="00B169DF" w14:paraId="64376493" w14:textId="77777777" w:rsidTr="005872FA">
        <w:tc>
          <w:tcPr>
            <w:tcW w:w="9520" w:type="dxa"/>
            <w:vAlign w:val="center"/>
          </w:tcPr>
          <w:p w14:paraId="6CD5E176" w14:textId="33E24E54" w:rsidR="00EB498F" w:rsidRPr="008B4E35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4E35">
              <w:rPr>
                <w:rFonts w:ascii="Corbel" w:hAnsi="Corbel"/>
                <w:sz w:val="24"/>
                <w:szCs w:val="24"/>
              </w:rPr>
              <w:t>Zjawiska patologiczne w życiu rodzinnym - przemoc domowa, pojęcie i formy.</w:t>
            </w:r>
          </w:p>
        </w:tc>
      </w:tr>
      <w:tr w:rsidR="00EB498F" w:rsidRPr="00B169DF" w14:paraId="581133CF" w14:textId="77777777" w:rsidTr="005872FA">
        <w:tc>
          <w:tcPr>
            <w:tcW w:w="9520" w:type="dxa"/>
          </w:tcPr>
          <w:p w14:paraId="3C1A4D38" w14:textId="0BE3A9E3" w:rsidR="00EB498F" w:rsidRPr="008B4E35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4E35">
              <w:rPr>
                <w:rFonts w:ascii="Corbel" w:hAnsi="Corbel"/>
                <w:sz w:val="24"/>
                <w:szCs w:val="24"/>
              </w:rPr>
              <w:t>Przyczyny i społeczno – kulturowe uwarunkowania przemocy małżeńskiej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37B25" w:rsidRPr="00B169DF" w14:paraId="6C72DEF6" w14:textId="77777777" w:rsidTr="005872FA">
        <w:tc>
          <w:tcPr>
            <w:tcW w:w="9520" w:type="dxa"/>
          </w:tcPr>
          <w:p w14:paraId="58EBE311" w14:textId="67441ED6" w:rsidR="00737B25" w:rsidRPr="008B4E35" w:rsidRDefault="00737B25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 wobec osób niepełnosprawnych i w podeszłym wieku jako problem społeczny.</w:t>
            </w:r>
          </w:p>
        </w:tc>
      </w:tr>
      <w:tr w:rsidR="00EB498F" w:rsidRPr="00B169DF" w14:paraId="0B9A2B82" w14:textId="77777777" w:rsidTr="008B4E35">
        <w:tc>
          <w:tcPr>
            <w:tcW w:w="9520" w:type="dxa"/>
          </w:tcPr>
          <w:p w14:paraId="0A417109" w14:textId="0FD9EDC2" w:rsidR="00EB498F" w:rsidRPr="008B4E35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4E35">
              <w:rPr>
                <w:rFonts w:ascii="Corbel" w:hAnsi="Corbel"/>
                <w:sz w:val="24"/>
                <w:szCs w:val="24"/>
              </w:rPr>
              <w:t>Zaburzone postawy rodzicielskie jako czynnik sprzyjający stosowaniu przemocy fizycznej i psychicznej wobec dziecka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883701">
              <w:rPr>
                <w:rFonts w:ascii="Corbel" w:hAnsi="Corbel"/>
                <w:sz w:val="24"/>
                <w:szCs w:val="24"/>
              </w:rPr>
              <w:t xml:space="preserve"> Koncepcje </w:t>
            </w:r>
            <w:r w:rsidR="00737B25">
              <w:rPr>
                <w:rFonts w:ascii="Corbel" w:hAnsi="Corbel"/>
                <w:sz w:val="24"/>
                <w:szCs w:val="24"/>
              </w:rPr>
              <w:t>dotyczące przyczyn przemocy w relacjach rodzice - dzieci.</w:t>
            </w:r>
          </w:p>
        </w:tc>
      </w:tr>
      <w:tr w:rsidR="00EB498F" w:rsidRPr="00B169DF" w14:paraId="2E603463" w14:textId="77777777" w:rsidTr="008B4E35">
        <w:tc>
          <w:tcPr>
            <w:tcW w:w="9520" w:type="dxa"/>
          </w:tcPr>
          <w:p w14:paraId="3E85CEED" w14:textId="20CF0AEE" w:rsidR="00EB498F" w:rsidRPr="008B4E35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4E35">
              <w:rPr>
                <w:rFonts w:ascii="Corbel" w:hAnsi="Corbel"/>
                <w:sz w:val="24"/>
                <w:szCs w:val="24"/>
              </w:rPr>
              <w:t>Rola przemocy w genezie zjawisk patologicznych. Bezpośrednie i odroczone skutki przemocy</w:t>
            </w:r>
          </w:p>
        </w:tc>
      </w:tr>
    </w:tbl>
    <w:p w14:paraId="26FD7D9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C6F6B2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CF2EE65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CACCBA" w14:textId="77777777" w:rsidTr="008B4E35">
        <w:tc>
          <w:tcPr>
            <w:tcW w:w="9520" w:type="dxa"/>
          </w:tcPr>
          <w:p w14:paraId="2EB06977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498F" w:rsidRPr="00B169DF" w14:paraId="501FCFB9" w14:textId="77777777" w:rsidTr="00F55859">
        <w:tc>
          <w:tcPr>
            <w:tcW w:w="9520" w:type="dxa"/>
          </w:tcPr>
          <w:p w14:paraId="3F1CD4E3" w14:textId="79C53136" w:rsidR="00EB498F" w:rsidRPr="00042B0C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2B0C">
              <w:rPr>
                <w:rFonts w:ascii="Corbel" w:hAnsi="Corbel"/>
                <w:sz w:val="24"/>
                <w:szCs w:val="24"/>
              </w:rPr>
              <w:t>Charakterystyka sprawców i ofiar przemocy domowej oraz ich wzajemnych relacji.</w:t>
            </w:r>
          </w:p>
        </w:tc>
      </w:tr>
      <w:tr w:rsidR="00EB498F" w:rsidRPr="00B169DF" w14:paraId="52EC3D3B" w14:textId="77777777" w:rsidTr="008B4E35">
        <w:tc>
          <w:tcPr>
            <w:tcW w:w="9520" w:type="dxa"/>
          </w:tcPr>
          <w:p w14:paraId="6F70BC14" w14:textId="2F42319F" w:rsidR="00EB498F" w:rsidRPr="00042B0C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2B0C">
              <w:rPr>
                <w:rFonts w:ascii="Corbel" w:hAnsi="Corbel"/>
                <w:sz w:val="24"/>
                <w:szCs w:val="24"/>
              </w:rPr>
              <w:t>Rola prawa w zapobieganiu przemocy domowej, procedura „Niebieski</w:t>
            </w:r>
            <w:r w:rsidR="00042B0C" w:rsidRPr="00042B0C">
              <w:rPr>
                <w:rFonts w:ascii="Corbel" w:hAnsi="Corbel"/>
                <w:sz w:val="24"/>
                <w:szCs w:val="24"/>
              </w:rPr>
              <w:t>ej</w:t>
            </w:r>
            <w:r w:rsidRPr="00042B0C">
              <w:rPr>
                <w:rFonts w:ascii="Corbel" w:hAnsi="Corbel"/>
                <w:sz w:val="24"/>
                <w:szCs w:val="24"/>
              </w:rPr>
              <w:t xml:space="preserve"> </w:t>
            </w:r>
            <w:r w:rsidR="00042B0C" w:rsidRPr="00042B0C">
              <w:rPr>
                <w:rFonts w:ascii="Corbel" w:hAnsi="Corbel"/>
                <w:sz w:val="24"/>
                <w:szCs w:val="24"/>
              </w:rPr>
              <w:t>K</w:t>
            </w:r>
            <w:r w:rsidRPr="00042B0C">
              <w:rPr>
                <w:rFonts w:ascii="Corbel" w:hAnsi="Corbel"/>
                <w:sz w:val="24"/>
                <w:szCs w:val="24"/>
              </w:rPr>
              <w:t>art</w:t>
            </w:r>
            <w:r w:rsidR="00042B0C" w:rsidRPr="00042B0C">
              <w:rPr>
                <w:rFonts w:ascii="Corbel" w:hAnsi="Corbel"/>
                <w:sz w:val="24"/>
                <w:szCs w:val="24"/>
              </w:rPr>
              <w:t>y</w:t>
            </w:r>
            <w:r w:rsidRPr="00042B0C">
              <w:rPr>
                <w:rFonts w:ascii="Corbel" w:hAnsi="Corbel"/>
                <w:sz w:val="24"/>
                <w:szCs w:val="24"/>
              </w:rPr>
              <w:t>”</w:t>
            </w:r>
            <w:r w:rsidR="00042B0C" w:rsidRPr="00042B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B498F" w:rsidRPr="00B169DF" w14:paraId="335BAEBD" w14:textId="77777777" w:rsidTr="008B4E35">
        <w:tc>
          <w:tcPr>
            <w:tcW w:w="9520" w:type="dxa"/>
          </w:tcPr>
          <w:p w14:paraId="4BF5E4E9" w14:textId="19767189" w:rsidR="00EB498F" w:rsidRPr="00042B0C" w:rsidRDefault="00042B0C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2B0C">
              <w:rPr>
                <w:rFonts w:ascii="Corbel" w:hAnsi="Corbel"/>
                <w:sz w:val="24"/>
                <w:szCs w:val="24"/>
              </w:rPr>
              <w:t xml:space="preserve">Ogólnopolskie i gminne programy zapobiegania przemocy. </w:t>
            </w:r>
          </w:p>
        </w:tc>
      </w:tr>
      <w:tr w:rsidR="00451240" w:rsidRPr="00B169DF" w14:paraId="78629AC3" w14:textId="77777777" w:rsidTr="008B4E35">
        <w:tc>
          <w:tcPr>
            <w:tcW w:w="9520" w:type="dxa"/>
          </w:tcPr>
          <w:p w14:paraId="37F9774D" w14:textId="5B3BD3A4" w:rsidR="00451240" w:rsidRPr="00042B0C" w:rsidRDefault="00451240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Pr="00451240">
              <w:rPr>
                <w:rFonts w:ascii="Corbel" w:hAnsi="Corbel"/>
                <w:sz w:val="24"/>
                <w:szCs w:val="24"/>
              </w:rPr>
              <w:t xml:space="preserve">unkcje i zadania instytucji </w:t>
            </w:r>
            <w:r>
              <w:rPr>
                <w:rFonts w:ascii="Corbel" w:hAnsi="Corbel"/>
                <w:sz w:val="24"/>
                <w:szCs w:val="24"/>
              </w:rPr>
              <w:t>społecznych</w:t>
            </w:r>
            <w:r w:rsidRPr="00451240">
              <w:rPr>
                <w:rFonts w:ascii="Corbel" w:hAnsi="Corbel"/>
                <w:sz w:val="24"/>
                <w:szCs w:val="24"/>
              </w:rPr>
              <w:t xml:space="preserve"> uczestniczących w profilaktyce przemocy i agresji.</w:t>
            </w:r>
          </w:p>
        </w:tc>
      </w:tr>
      <w:tr w:rsidR="00EB498F" w:rsidRPr="00B169DF" w14:paraId="5F2BD5AB" w14:textId="77777777" w:rsidTr="008B4E35">
        <w:tc>
          <w:tcPr>
            <w:tcW w:w="9520" w:type="dxa"/>
          </w:tcPr>
          <w:p w14:paraId="4F4D2FB3" w14:textId="6FEE6743" w:rsidR="00EB498F" w:rsidRPr="00042B0C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2B0C">
              <w:rPr>
                <w:rFonts w:ascii="Corbel" w:hAnsi="Corbel"/>
                <w:sz w:val="24"/>
                <w:szCs w:val="24"/>
              </w:rPr>
              <w:t>Mobbing i stalking jako specyficzne forma przemocy</w:t>
            </w:r>
            <w:r w:rsidR="00042B0C" w:rsidRPr="00042B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B498F" w:rsidRPr="00B169DF" w14:paraId="2BA695F1" w14:textId="77777777" w:rsidTr="008B4E35">
        <w:tc>
          <w:tcPr>
            <w:tcW w:w="9520" w:type="dxa"/>
          </w:tcPr>
          <w:p w14:paraId="3281765D" w14:textId="78492B33" w:rsidR="00EB498F" w:rsidRPr="00042B0C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2B0C">
              <w:rPr>
                <w:rFonts w:ascii="Corbel" w:hAnsi="Corbel"/>
                <w:sz w:val="24"/>
                <w:szCs w:val="24"/>
              </w:rPr>
              <w:t>Przejawy i formy przemocy w środowisku szkolnym – subkultura uczniowskich grup rówieśniczych, sprawcy i ofiary przemocy.</w:t>
            </w:r>
          </w:p>
        </w:tc>
      </w:tr>
      <w:tr w:rsidR="00EB498F" w:rsidRPr="00B169DF" w14:paraId="01E991E0" w14:textId="77777777" w:rsidTr="008B4E35">
        <w:tc>
          <w:tcPr>
            <w:tcW w:w="9520" w:type="dxa"/>
          </w:tcPr>
          <w:p w14:paraId="2CE5AB4E" w14:textId="27FC7505" w:rsidR="00EB498F" w:rsidRPr="00042B0C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2B0C">
              <w:rPr>
                <w:rFonts w:ascii="Corbel" w:hAnsi="Corbel"/>
                <w:sz w:val="24"/>
                <w:szCs w:val="24"/>
              </w:rPr>
              <w:t>Zapobieganie agresji i przemocy w działalności wychowawczej szkoły</w:t>
            </w:r>
            <w:r w:rsidR="00042B0C" w:rsidRPr="00042B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F4B584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7ABC2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7D5223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57E404" w14:textId="77777777" w:rsidR="00042B0C" w:rsidRPr="00042B0C" w:rsidRDefault="00042B0C" w:rsidP="00042B0C">
      <w:pPr>
        <w:spacing w:after="0" w:line="240" w:lineRule="auto"/>
        <w:rPr>
          <w:rFonts w:ascii="Corbel" w:hAnsi="Corbel"/>
          <w:sz w:val="24"/>
          <w:szCs w:val="24"/>
        </w:rPr>
      </w:pPr>
      <w:r w:rsidRPr="00042B0C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8D33935" w14:textId="77777777" w:rsidR="00042B0C" w:rsidRPr="00042B0C" w:rsidRDefault="00042B0C" w:rsidP="00042B0C">
      <w:pPr>
        <w:spacing w:after="0" w:line="240" w:lineRule="auto"/>
        <w:jc w:val="both"/>
        <w:rPr>
          <w:rFonts w:ascii="Corbel" w:hAnsi="Corbel"/>
          <w:b/>
          <w:iCs/>
          <w:sz w:val="24"/>
          <w:szCs w:val="24"/>
        </w:rPr>
      </w:pPr>
      <w:r w:rsidRPr="00042B0C">
        <w:rPr>
          <w:rFonts w:ascii="Corbel" w:hAnsi="Corbel"/>
          <w:iCs/>
          <w:sz w:val="24"/>
          <w:szCs w:val="24"/>
        </w:rPr>
        <w:t xml:space="preserve">Ćwiczenia: analiza tekstów z dyskusją, metoda projektów, praca w grupach, referat, </w:t>
      </w:r>
      <w:r w:rsidRPr="00042B0C">
        <w:rPr>
          <w:rFonts w:ascii="Corbel" w:hAnsi="Corbel"/>
          <w:sz w:val="24"/>
          <w:szCs w:val="24"/>
        </w:rPr>
        <w:t>prezentacja multimedialna.</w:t>
      </w:r>
    </w:p>
    <w:p w14:paraId="557334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138CB52" w14:textId="77777777" w:rsidR="0028173C" w:rsidRPr="00B169DF" w:rsidRDefault="002817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7389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D32B01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9C415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2044B2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8173C" w:rsidRPr="00B169DF" w14:paraId="3B6902C1" w14:textId="77777777" w:rsidTr="00451240">
        <w:tc>
          <w:tcPr>
            <w:tcW w:w="1962" w:type="dxa"/>
            <w:vAlign w:val="center"/>
          </w:tcPr>
          <w:p w14:paraId="59C3AB79" w14:textId="7AC70BD7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BAF22C" w14:textId="35912BB4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D966E9" w14:textId="314E81FB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5D302345" w14:textId="77777777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7728E8" w14:textId="1AC5EFB3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173C" w:rsidRPr="00B169DF" w14:paraId="7255D0D6" w14:textId="77777777" w:rsidTr="00451240">
        <w:tc>
          <w:tcPr>
            <w:tcW w:w="1962" w:type="dxa"/>
          </w:tcPr>
          <w:p w14:paraId="469B81FA" w14:textId="5220EEA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6D621D2" w14:textId="5470983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DC527F" w14:textId="7E8C797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8173C" w:rsidRPr="00B169DF" w14:paraId="0B67EF98" w14:textId="77777777" w:rsidTr="00451240">
        <w:tc>
          <w:tcPr>
            <w:tcW w:w="1962" w:type="dxa"/>
          </w:tcPr>
          <w:p w14:paraId="6139A7F0" w14:textId="71893E1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EC8850" w14:textId="3920CB4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C365502" w14:textId="3A226C0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3D47663" w14:textId="77777777" w:rsidTr="00451240">
        <w:tc>
          <w:tcPr>
            <w:tcW w:w="1962" w:type="dxa"/>
          </w:tcPr>
          <w:p w14:paraId="35B89949" w14:textId="2861327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</w:tcPr>
          <w:p w14:paraId="05DD5852" w14:textId="33D9C643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1791EA41" w14:textId="4497D9AC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959D9F3" w14:textId="77777777" w:rsidTr="00451240">
        <w:tc>
          <w:tcPr>
            <w:tcW w:w="1962" w:type="dxa"/>
          </w:tcPr>
          <w:p w14:paraId="451989B6" w14:textId="1107E60F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C4E541" w14:textId="77119AC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F9BDC29" w14:textId="796B892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3A09240E" w14:textId="77777777" w:rsidTr="00451240">
        <w:tc>
          <w:tcPr>
            <w:tcW w:w="1962" w:type="dxa"/>
          </w:tcPr>
          <w:p w14:paraId="48F22387" w14:textId="276FDE2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</w:tcPr>
          <w:p w14:paraId="0C49CA03" w14:textId="09A97341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05D79203" w14:textId="44B7413B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7CF41A4A" w14:textId="77777777" w:rsidTr="00451240">
        <w:tc>
          <w:tcPr>
            <w:tcW w:w="1962" w:type="dxa"/>
          </w:tcPr>
          <w:p w14:paraId="5412CD74" w14:textId="67D0089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060C1DD" w14:textId="32E684C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4AFA3C9C" w14:textId="5080FD7E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8173C" w:rsidRPr="00B169DF" w14:paraId="1D6DFCAB" w14:textId="77777777" w:rsidTr="00451240">
        <w:tc>
          <w:tcPr>
            <w:tcW w:w="1962" w:type="dxa"/>
          </w:tcPr>
          <w:p w14:paraId="5E7741D7" w14:textId="5F20C555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025CFFD" w14:textId="073F48F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65A8F28D" w14:textId="21DFD61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2D5F40BC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32DB6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A6451" w:rsidRPr="00B169DF" w14:paraId="0EC5D2F2" w14:textId="77777777" w:rsidTr="002A645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8471" w14:textId="77777777" w:rsidR="002A6451" w:rsidRPr="002A6451" w:rsidRDefault="002A6451" w:rsidP="002A6451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Pozytywna ocena z kolokwium i egzaminu pisemnego:</w:t>
            </w:r>
          </w:p>
          <w:p w14:paraId="5DCCBACA" w14:textId="77777777" w:rsidR="002A6451" w:rsidRPr="002A6451" w:rsidRDefault="002A6451" w:rsidP="002A6451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226CC20" w14:textId="77777777" w:rsidR="002A6451" w:rsidRPr="002A6451" w:rsidRDefault="002A6451" w:rsidP="002A645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Student prezentuje wypowiedzi na tematy wybrane przez egzaminatora (na kolokwium 3, w ramach egzaminu 5).  Wypowiedź na każdy z nich podlega punktacji, student może uzyskać od 4 do 0 punktów.</w:t>
            </w:r>
          </w:p>
          <w:p w14:paraId="75719AF3" w14:textId="77777777" w:rsidR="002A6451" w:rsidRPr="002A6451" w:rsidRDefault="002A6451" w:rsidP="002A6451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2524661" w14:textId="77777777" w:rsidR="002A6451" w:rsidRPr="002A6451" w:rsidRDefault="002A6451" w:rsidP="002A6451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Kryteria oceny:</w:t>
            </w:r>
          </w:p>
          <w:p w14:paraId="4962B282" w14:textId="77777777" w:rsidR="002A6451" w:rsidRPr="002A6451" w:rsidRDefault="002A6451" w:rsidP="002A6451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Zgodność odpowiedzi z tematem.</w:t>
            </w:r>
          </w:p>
          <w:p w14:paraId="6A66F2B3" w14:textId="77777777" w:rsidR="002A6451" w:rsidRPr="002A6451" w:rsidRDefault="002A6451" w:rsidP="002A6451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Zakres wiedzy zaprezentowanej przez studenta.</w:t>
            </w:r>
          </w:p>
          <w:p w14:paraId="0A79B631" w14:textId="77777777" w:rsidR="002A6451" w:rsidRPr="002A6451" w:rsidRDefault="002A6451" w:rsidP="002A6451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Umiejętność syntezy, analizy i samodzielnego formułowania wniosków.</w:t>
            </w:r>
          </w:p>
          <w:p w14:paraId="7A4F1E42" w14:textId="77777777" w:rsidR="002A6451" w:rsidRPr="002A6451" w:rsidRDefault="002A6451" w:rsidP="002A6451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Sposób prezentowania treści, logika wypowiedzi, używanie terminów fachowych.</w:t>
            </w:r>
          </w:p>
          <w:p w14:paraId="4848CD7A" w14:textId="77777777" w:rsidR="002A6451" w:rsidRPr="002A6451" w:rsidRDefault="002A6451" w:rsidP="002A6451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Brak błędów rzeczowych i logicznych.</w:t>
            </w:r>
          </w:p>
          <w:p w14:paraId="2BFF92C5" w14:textId="77777777" w:rsidR="002A6451" w:rsidRPr="002A6451" w:rsidRDefault="002A6451" w:rsidP="002A6451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AE540E" w14:textId="77777777" w:rsidR="002A6451" w:rsidRPr="002A6451" w:rsidRDefault="002A6451" w:rsidP="002A645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4 punkty – odpowiedź zgodna z tematem, wyczerpująca, samodzielna, wskazująca na zrozumienie prezentowanych zagadnień, student potrafi dokonać analizy i uogólnienia prezentowanych treści, wypowiada się w sposób logiczny, zrozumiały z wykorzystaniem specjalistycznej terminologii.</w:t>
            </w:r>
          </w:p>
          <w:p w14:paraId="68DB514F" w14:textId="77777777" w:rsidR="002A6451" w:rsidRPr="002A6451" w:rsidRDefault="002A6451" w:rsidP="002A645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3 punkty – odtworzenie treści omawianych na zajęciach, nieznaczne braki w odpowiedzi, kryteria oceny spełnione w ok. ¾.</w:t>
            </w:r>
          </w:p>
          <w:p w14:paraId="40CB34B1" w14:textId="77777777" w:rsidR="002A6451" w:rsidRPr="002A6451" w:rsidRDefault="002A6451" w:rsidP="002A645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2 punkty – odpowiedź częściowo poprawna, występują w niej błędy rzeczowe, braki w wiadomościach, odstępstwo od tematu, kryteria oceny spełnione jedynie w połowie.</w:t>
            </w:r>
          </w:p>
          <w:p w14:paraId="4EB140D8" w14:textId="77777777" w:rsidR="002A6451" w:rsidRPr="002A6451" w:rsidRDefault="002A6451" w:rsidP="002A645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1 punkt – odpowiedź niepełna, odbiegająca od tematu lub z błędami rzeczowymi, jednak niektóre jej fragmenty są poprawne, kryteria oceny spełnione w ok. ¼</w:t>
            </w:r>
          </w:p>
          <w:p w14:paraId="01117072" w14:textId="77777777" w:rsidR="002A6451" w:rsidRPr="002A6451" w:rsidRDefault="002A6451" w:rsidP="002A645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451">
              <w:rPr>
                <w:rFonts w:ascii="Corbel" w:hAnsi="Corbel"/>
                <w:b w:val="0"/>
                <w:smallCaps w:val="0"/>
                <w:szCs w:val="24"/>
              </w:rPr>
              <w:t>0,5 punktu - poprawne jedynie niewielkie fragmenty odpowiedzi, kryteria oceny spełnione w stopniu mniejszym niż ¼.</w:t>
            </w:r>
          </w:p>
          <w:tbl>
            <w:tblPr>
              <w:tblStyle w:val="Tabela-Siatka"/>
              <w:tblW w:w="13516" w:type="dxa"/>
              <w:tblLook w:val="04A0" w:firstRow="1" w:lastRow="0" w:firstColumn="1" w:lastColumn="0" w:noHBand="0" w:noVBand="1"/>
            </w:tblPr>
            <w:tblGrid>
              <w:gridCol w:w="5072"/>
              <w:gridCol w:w="4222"/>
              <w:gridCol w:w="4222"/>
            </w:tblGrid>
            <w:tr w:rsidR="002A6451" w:rsidRPr="00D56F08" w14:paraId="6A203698" w14:textId="77777777" w:rsidTr="000A7887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136DF4" w14:textId="77777777" w:rsidR="002A6451" w:rsidRPr="00D56F08" w:rsidRDefault="002A6451" w:rsidP="000A7887">
                  <w:pPr>
                    <w:rPr>
                      <w:rFonts w:ascii="Corbel" w:hAnsi="Corbel"/>
                      <w:b/>
                      <w:bCs/>
                    </w:rPr>
                  </w:pPr>
                  <w:r w:rsidRPr="00D56F08">
                    <w:rPr>
                      <w:rFonts w:ascii="Corbel" w:hAnsi="Corbel"/>
                      <w:b/>
                      <w:bCs/>
                    </w:rPr>
                    <w:t>Punktacja prac z kolokwium: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6DE762" w14:textId="77777777" w:rsidR="002A6451" w:rsidRPr="00D56F08" w:rsidRDefault="002A6451" w:rsidP="000A7887">
                  <w:pPr>
                    <w:rPr>
                      <w:rFonts w:ascii="Corbel" w:hAnsi="Corbel"/>
                      <w:b/>
                      <w:bCs/>
                    </w:rPr>
                  </w:pPr>
                  <w:r w:rsidRPr="00D56F08">
                    <w:rPr>
                      <w:rFonts w:ascii="Corbel" w:hAnsi="Corbel"/>
                      <w:b/>
                      <w:bCs/>
                    </w:rPr>
                    <w:t>Punktacja prac z egzaminu: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2735C" w14:textId="77777777" w:rsidR="002A6451" w:rsidRPr="00D56F08" w:rsidRDefault="002A6451" w:rsidP="000A7887">
                  <w:pPr>
                    <w:rPr>
                      <w:rFonts w:ascii="Corbel" w:hAnsi="Corbel"/>
                      <w:b/>
                      <w:bCs/>
                    </w:rPr>
                  </w:pPr>
                </w:p>
              </w:tc>
            </w:tr>
            <w:tr w:rsidR="002A6451" w:rsidRPr="00D56F08" w14:paraId="5E5B286B" w14:textId="77777777" w:rsidTr="000A7887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DB672E" w14:textId="77777777" w:rsidR="002A6451" w:rsidRPr="00D56F08" w:rsidRDefault="002A6451" w:rsidP="000A7887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12-11 punktów – ocena 5,0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123EE8" w14:textId="77777777" w:rsidR="002A6451" w:rsidRPr="00D56F08" w:rsidRDefault="002A6451" w:rsidP="000A7887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20-18 punktów – ocena 5,0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041309" w14:textId="77777777" w:rsidR="002A6451" w:rsidRPr="00D56F08" w:rsidRDefault="002A6451" w:rsidP="000A7887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</w:p>
              </w:tc>
            </w:tr>
            <w:tr w:rsidR="002A6451" w:rsidRPr="00D56F08" w14:paraId="33B6931D" w14:textId="77777777" w:rsidTr="000A7887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2A7D24" w14:textId="77777777" w:rsidR="002A6451" w:rsidRPr="00D56F08" w:rsidRDefault="002A6451" w:rsidP="000A7887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10 punktów – ocena 4,5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0FB9F9" w14:textId="77777777" w:rsidR="002A6451" w:rsidRPr="00D56F08" w:rsidRDefault="002A6451" w:rsidP="000A7887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17-16 punktów – ocena 4,5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5E74E1" w14:textId="77777777" w:rsidR="002A6451" w:rsidRPr="00D56F08" w:rsidRDefault="002A6451" w:rsidP="000A7887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</w:p>
              </w:tc>
            </w:tr>
            <w:tr w:rsidR="002A6451" w:rsidRPr="00D56F08" w14:paraId="4F0CFAA8" w14:textId="77777777" w:rsidTr="000A7887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367BED" w14:textId="77777777" w:rsidR="002A6451" w:rsidRPr="00D56F08" w:rsidRDefault="002A6451" w:rsidP="000A7887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9 – 8 punktów – ocena 4,0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3D1C60" w14:textId="77777777" w:rsidR="002A6451" w:rsidRPr="00D56F08" w:rsidRDefault="002A6451" w:rsidP="000A7887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15-13 punktów – ocena 4,0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64A4B" w14:textId="77777777" w:rsidR="002A6451" w:rsidRPr="00D56F08" w:rsidRDefault="002A6451" w:rsidP="000A7887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</w:p>
              </w:tc>
            </w:tr>
            <w:tr w:rsidR="002A6451" w:rsidRPr="00D56F08" w14:paraId="2B152E69" w14:textId="77777777" w:rsidTr="000A7887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F8EFF3" w14:textId="77777777" w:rsidR="002A6451" w:rsidRPr="00D56F08" w:rsidRDefault="002A6451" w:rsidP="000A7887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7 punktów – ocena 3,5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1A0CDA" w14:textId="77777777" w:rsidR="002A6451" w:rsidRPr="00D56F08" w:rsidRDefault="002A6451" w:rsidP="000A7887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12-11 punktów – ocena 3,5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6BDD4A" w14:textId="77777777" w:rsidR="002A6451" w:rsidRPr="00D56F08" w:rsidRDefault="002A6451" w:rsidP="000A7887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</w:p>
              </w:tc>
            </w:tr>
            <w:tr w:rsidR="002A6451" w:rsidRPr="00D56F08" w14:paraId="59A2D517" w14:textId="77777777" w:rsidTr="000A7887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A23368" w14:textId="77777777" w:rsidR="002A6451" w:rsidRPr="00D56F08" w:rsidRDefault="002A6451" w:rsidP="000A7887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6-5 punktów – ocena 3,0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9AFEA2" w14:textId="77777777" w:rsidR="002A6451" w:rsidRPr="00D56F08" w:rsidRDefault="002A6451" w:rsidP="000A7887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10-8 punktów – ocena 3,0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279599" w14:textId="77777777" w:rsidR="002A6451" w:rsidRPr="00D56F08" w:rsidRDefault="002A6451" w:rsidP="000A7887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</w:p>
              </w:tc>
            </w:tr>
            <w:tr w:rsidR="002A6451" w:rsidRPr="00D56F08" w14:paraId="0F3E75AC" w14:textId="77777777" w:rsidTr="000A7887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D5AA45" w14:textId="77777777" w:rsidR="002A6451" w:rsidRPr="00D56F08" w:rsidRDefault="002A6451" w:rsidP="000A7887">
                  <w:pPr>
                    <w:numPr>
                      <w:ilvl w:val="0"/>
                      <w:numId w:val="2"/>
                    </w:numPr>
                    <w:spacing w:after="0" w:line="360" w:lineRule="auto"/>
                    <w:contextualSpacing/>
                    <w:rPr>
                      <w:rFonts w:ascii="Corbel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Poniżej 5 punktów – ocena 2,0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F20DE1" w14:textId="77777777" w:rsidR="002A6451" w:rsidRPr="00D56F08" w:rsidRDefault="002A6451" w:rsidP="000A7887">
                  <w:pPr>
                    <w:numPr>
                      <w:ilvl w:val="0"/>
                      <w:numId w:val="2"/>
                    </w:numPr>
                    <w:spacing w:after="0" w:line="36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D56F08">
                    <w:rPr>
                      <w:rFonts w:ascii="Corbel" w:eastAsia="Times New Roman" w:hAnsi="Corbel"/>
                    </w:rPr>
                    <w:t>Poniżej 8 punktów – ocena 2,0</w:t>
                  </w:r>
                </w:p>
              </w:tc>
              <w:tc>
                <w:tcPr>
                  <w:tcW w:w="4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0B5166" w14:textId="77777777" w:rsidR="002A6451" w:rsidRPr="00D56F08" w:rsidRDefault="002A6451" w:rsidP="000A7887">
                  <w:pPr>
                    <w:numPr>
                      <w:ilvl w:val="0"/>
                      <w:numId w:val="2"/>
                    </w:numPr>
                    <w:spacing w:after="0" w:line="360" w:lineRule="auto"/>
                    <w:contextualSpacing/>
                    <w:rPr>
                      <w:rFonts w:ascii="Corbel" w:eastAsia="Times New Roman" w:hAnsi="Corbel"/>
                    </w:rPr>
                  </w:pPr>
                </w:p>
              </w:tc>
            </w:tr>
          </w:tbl>
          <w:p w14:paraId="6A350320" w14:textId="77777777" w:rsidR="002A6451" w:rsidRPr="00B169DF" w:rsidRDefault="002A6451" w:rsidP="000A78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169DF" w14:paraId="11B663E9" w14:textId="77777777" w:rsidTr="002A6451">
        <w:tc>
          <w:tcPr>
            <w:tcW w:w="9520" w:type="dxa"/>
          </w:tcPr>
          <w:p w14:paraId="54E09CFF" w14:textId="1DE4F9EC" w:rsidR="0085747A" w:rsidRDefault="002A64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28173C">
              <w:rPr>
                <w:rFonts w:ascii="Corbel" w:hAnsi="Corbel"/>
                <w:b w:val="0"/>
                <w:smallCaps w:val="0"/>
                <w:szCs w:val="24"/>
              </w:rPr>
              <w:t xml:space="preserve">ktywność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zajęciach - </w:t>
            </w:r>
            <w:r w:rsidR="0028173C">
              <w:rPr>
                <w:rFonts w:ascii="Corbel" w:hAnsi="Corbel"/>
                <w:b w:val="0"/>
                <w:smallCaps w:val="0"/>
                <w:szCs w:val="24"/>
              </w:rPr>
              <w:t>samodzielne przygotowywanie materiałów do zajęć, referatów, prezentacji itp.</w:t>
            </w:r>
          </w:p>
          <w:p w14:paraId="6F8663F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239F5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8658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65C6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85747A" w:rsidRPr="00B169DF" w14:paraId="177E9BBE" w14:textId="77777777" w:rsidTr="003E1941">
        <w:tc>
          <w:tcPr>
            <w:tcW w:w="4962" w:type="dxa"/>
            <w:vAlign w:val="center"/>
          </w:tcPr>
          <w:p w14:paraId="5176F8D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35D02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065E3DA" w14:textId="77777777" w:rsidTr="00923D7D">
        <w:tc>
          <w:tcPr>
            <w:tcW w:w="4962" w:type="dxa"/>
          </w:tcPr>
          <w:p w14:paraId="6F29975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A0FF10" w14:textId="0595EEF8" w:rsidR="0085747A" w:rsidRPr="00B169DF" w:rsidRDefault="0028173C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4C23DFD0" w14:textId="77777777" w:rsidTr="00923D7D">
        <w:tc>
          <w:tcPr>
            <w:tcW w:w="4962" w:type="dxa"/>
          </w:tcPr>
          <w:p w14:paraId="7AAF20E9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2B8E9424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17D5E88C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 Udział w egzaminie (I termin)</w:t>
            </w:r>
          </w:p>
          <w:p w14:paraId="40286B3F" w14:textId="0446F092" w:rsidR="00C61DC5" w:rsidRPr="00B169DF" w:rsidRDefault="003C0AD4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677" w:type="dxa"/>
          </w:tcPr>
          <w:p w14:paraId="69A7242E" w14:textId="6D3DA35E" w:rsidR="00C61DC5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B169DF" w14:paraId="189ED720" w14:textId="77777777" w:rsidTr="00923D7D">
        <w:tc>
          <w:tcPr>
            <w:tcW w:w="4962" w:type="dxa"/>
          </w:tcPr>
          <w:p w14:paraId="30D71B6F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4744477E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studiowanie literatury przedmiotu, </w:t>
            </w:r>
          </w:p>
          <w:p w14:paraId="21778245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14:paraId="00CD4E36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zaliczenia,</w:t>
            </w:r>
          </w:p>
          <w:p w14:paraId="27492D3B" w14:textId="5F3E297C" w:rsidR="00C61DC5" w:rsidRPr="00B169DF" w:rsidRDefault="003C0AD4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egzaminu.</w:t>
            </w:r>
          </w:p>
        </w:tc>
        <w:tc>
          <w:tcPr>
            <w:tcW w:w="4677" w:type="dxa"/>
          </w:tcPr>
          <w:p w14:paraId="63C19FEF" w14:textId="77777777" w:rsidR="00C61DC5" w:rsidRDefault="00C61DC5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ED73DA2" w14:textId="77777777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37A9F2F" w14:textId="5634CFBA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0E4475C" w14:textId="77777777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6ECB99AE" w14:textId="77777777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D58F43F" w14:textId="248FC853" w:rsidR="003C0AD4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B169DF" w14:paraId="6830855C" w14:textId="77777777" w:rsidTr="00923D7D">
        <w:tc>
          <w:tcPr>
            <w:tcW w:w="4962" w:type="dxa"/>
          </w:tcPr>
          <w:p w14:paraId="20AFAFF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FF035B" w14:textId="42F9062B" w:rsidR="0085747A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="0085747A" w:rsidRPr="00B169DF" w14:paraId="016907C3" w14:textId="77777777" w:rsidTr="00923D7D">
        <w:tc>
          <w:tcPr>
            <w:tcW w:w="4962" w:type="dxa"/>
          </w:tcPr>
          <w:p w14:paraId="28790951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31B019" w14:textId="77777777" w:rsidR="0085747A" w:rsidRDefault="0028173C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46673BAC" w14:textId="63FD64A7" w:rsidR="003C0AD4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55B61E3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C71517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0C73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C687A5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40C660F" w14:textId="77777777" w:rsidTr="0071620A">
        <w:trPr>
          <w:trHeight w:val="397"/>
        </w:trPr>
        <w:tc>
          <w:tcPr>
            <w:tcW w:w="3544" w:type="dxa"/>
          </w:tcPr>
          <w:p w14:paraId="5F2A31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BA3EE9" w14:textId="49AC396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4C94488" w14:textId="77777777" w:rsidTr="0071620A">
        <w:trPr>
          <w:trHeight w:val="397"/>
        </w:trPr>
        <w:tc>
          <w:tcPr>
            <w:tcW w:w="3544" w:type="dxa"/>
          </w:tcPr>
          <w:p w14:paraId="5AB4193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37ABDE" w14:textId="2D73251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856E9E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8FEBE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0559993D" w14:textId="77777777" w:rsidR="0085747A" w:rsidRPr="00B169DF" w:rsidRDefault="0085747A" w:rsidP="002A645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2A6451" w:rsidRPr="00084A06" w14:paraId="316F9E3F" w14:textId="77777777" w:rsidTr="000A7887">
        <w:tc>
          <w:tcPr>
            <w:tcW w:w="9072" w:type="dxa"/>
          </w:tcPr>
          <w:p w14:paraId="3E8CC11B" w14:textId="77777777" w:rsidR="002A6451" w:rsidRPr="00084A06" w:rsidRDefault="002A6451" w:rsidP="000A788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84A06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14:paraId="38D8F16A" w14:textId="77777777" w:rsidR="002A6451" w:rsidRPr="00084A06" w:rsidRDefault="002A6451" w:rsidP="000A788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Kołodziejczyk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A., </w:t>
            </w: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>Przeciwdziałanie agresji i przemocy wśród uczniów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W:</w:t>
            </w: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 Edukacja zdrowotna: podręcznik akademicki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Cs/>
                <w:sz w:val="24"/>
                <w:szCs w:val="24"/>
              </w:rPr>
              <w:t>red.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B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t>Woynarowska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. Warszawa 2008. </w:t>
            </w:r>
          </w:p>
          <w:p w14:paraId="75B249B8" w14:textId="77777777" w:rsidR="002A6451" w:rsidRPr="00084A06" w:rsidRDefault="002A6451" w:rsidP="000A788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t>Pospiszyl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I., </w:t>
            </w:r>
            <w:r w:rsidRPr="00084A06">
              <w:rPr>
                <w:rFonts w:ascii="Corbel" w:hAnsi="Corbel"/>
                <w:bCs/>
                <w:i/>
                <w:sz w:val="24"/>
                <w:szCs w:val="24"/>
              </w:rPr>
              <w:t xml:space="preserve">Patologie społeczne i problemy społeczne, 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Warszawa 2021.</w:t>
            </w:r>
          </w:p>
          <w:p w14:paraId="53C30C5B" w14:textId="77777777" w:rsidR="002A6451" w:rsidRPr="00084A06" w:rsidRDefault="002A6451" w:rsidP="000A788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t>Pospiszyl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I., </w:t>
            </w:r>
            <w:r w:rsidRPr="00084A06">
              <w:rPr>
                <w:rFonts w:ascii="Corbel" w:hAnsi="Corbel"/>
                <w:bCs/>
                <w:i/>
                <w:sz w:val="24"/>
                <w:szCs w:val="24"/>
              </w:rPr>
              <w:t>Patologie społeczne. Resocjalizacja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. Warszawa 2008.</w:t>
            </w:r>
          </w:p>
          <w:p w14:paraId="7CBDEA47" w14:textId="77777777" w:rsidR="002A6451" w:rsidRPr="00084A06" w:rsidRDefault="002A6451" w:rsidP="000A78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t>Pospiszyl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I., </w:t>
            </w:r>
            <w:r w:rsidRPr="00084A06">
              <w:rPr>
                <w:rFonts w:ascii="Corbel" w:hAnsi="Corbel"/>
                <w:bCs/>
                <w:i/>
                <w:sz w:val="24"/>
                <w:szCs w:val="24"/>
              </w:rPr>
              <w:t>Przemoc w rodzinie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. Warszawa 2000.</w:t>
            </w:r>
          </w:p>
          <w:p w14:paraId="1CD1A33A" w14:textId="77777777" w:rsidR="002A6451" w:rsidRPr="00084A06" w:rsidRDefault="002A6451" w:rsidP="000A788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>Profilaktyka w szkole: poradnik dla nauczycieli: praca zbiorowa,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red.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B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Kamińsk</w:t>
            </w:r>
            <w:r>
              <w:rPr>
                <w:rFonts w:ascii="Corbel" w:hAnsi="Corbel"/>
                <w:bCs/>
                <w:sz w:val="24"/>
                <w:szCs w:val="24"/>
              </w:rPr>
              <w:t>a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-</w:t>
            </w: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t>Buśko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</w:rPr>
              <w:t>, J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Szymań</w:t>
            </w:r>
            <w:r>
              <w:rPr>
                <w:rFonts w:ascii="Corbel" w:hAnsi="Corbel"/>
                <w:bCs/>
                <w:sz w:val="24"/>
                <w:szCs w:val="24"/>
              </w:rPr>
              <w:t>ska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.  Warszawa 2005.</w:t>
            </w:r>
          </w:p>
        </w:tc>
      </w:tr>
      <w:tr w:rsidR="002A6451" w:rsidRPr="00084A06" w14:paraId="6F84EC15" w14:textId="77777777" w:rsidTr="000A7887">
        <w:tc>
          <w:tcPr>
            <w:tcW w:w="9072" w:type="dxa"/>
          </w:tcPr>
          <w:p w14:paraId="221696E1" w14:textId="77777777" w:rsidR="002A6451" w:rsidRPr="00084A06" w:rsidRDefault="002A6451" w:rsidP="000A788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</w:pPr>
            <w:r w:rsidRPr="00084A0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57A6EDDC" w14:textId="77777777" w:rsidR="002A6451" w:rsidRPr="00084A06" w:rsidRDefault="002A6451" w:rsidP="000A78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</w:pPr>
            <w:r w:rsidRPr="00883701">
              <w:rPr>
                <w:rStyle w:val="Pogrubienie"/>
                <w:rFonts w:ascii="Corbel" w:hAnsi="Corbel" w:cs="Arial"/>
                <w:b w:val="0"/>
                <w:i/>
                <w:iCs/>
                <w:sz w:val="24"/>
                <w:szCs w:val="24"/>
                <w:shd w:val="clear" w:color="auto" w:fill="FFFFFF"/>
              </w:rPr>
              <w:t>(Prze)moc w rodzinie</w:t>
            </w:r>
            <w:r w:rsidRPr="00883701">
              <w:rPr>
                <w:rFonts w:ascii="Corbel" w:hAnsi="Corbel" w:cs="Arial"/>
                <w:bCs/>
                <w:i/>
                <w:iCs/>
                <w:sz w:val="24"/>
                <w:szCs w:val="24"/>
                <w:shd w:val="clear" w:color="auto" w:fill="FFFFFF"/>
              </w:rPr>
              <w:t>: instytucjonalne formy (po)mocy</w:t>
            </w:r>
            <w:r>
              <w:rPr>
                <w:rFonts w:ascii="Corbel" w:hAnsi="Corbel" w:cs="Arial"/>
                <w:bCs/>
                <w:i/>
                <w:iCs/>
                <w:sz w:val="24"/>
                <w:szCs w:val="24"/>
                <w:shd w:val="clear" w:color="auto" w:fill="FFFFFF"/>
              </w:rPr>
              <w:t>,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 red.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 M.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 Orłowska, M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. 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Gościniewicz, G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.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 Pisarczyk.  Toruń 2015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.</w:t>
            </w:r>
          </w:p>
          <w:p w14:paraId="39FFECA3" w14:textId="77777777" w:rsidR="002A6451" w:rsidRPr="00084A06" w:rsidRDefault="002A6451" w:rsidP="000A78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Dambach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 </w:t>
            </w:r>
            <w:r>
              <w:t>K. E.,</w:t>
            </w:r>
            <w:r w:rsidRPr="00084A06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883701">
              <w:rPr>
                <w:rFonts w:ascii="Corbel" w:hAnsi="Corbel"/>
                <w:bCs/>
                <w:i/>
                <w:iCs/>
                <w:sz w:val="24"/>
                <w:szCs w:val="24"/>
                <w:shd w:val="clear" w:color="auto" w:fill="FFFFFF"/>
              </w:rPr>
              <w:t>Mobbing w szkole: jak zapobiegać przemocy grupowej</w:t>
            </w:r>
            <w:r w:rsidRPr="00084A06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, przekł. A</w:t>
            </w:r>
            <w:r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Ubertowska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. Gdańsk 2003.</w:t>
            </w:r>
          </w:p>
          <w:p w14:paraId="2A25E948" w14:textId="77777777" w:rsidR="002A6451" w:rsidRPr="00084A06" w:rsidRDefault="002A6451" w:rsidP="000A7887">
            <w:pPr>
              <w:spacing w:after="0" w:line="240" w:lineRule="auto"/>
              <w:rPr>
                <w:rFonts w:ascii="Corbel" w:eastAsia="Times New Roman" w:hAnsi="Corbel" w:cs="Tahoma"/>
                <w:bCs/>
                <w:sz w:val="24"/>
                <w:szCs w:val="24"/>
                <w:lang w:eastAsia="pl-PL"/>
              </w:rPr>
            </w:pPr>
            <w:r w:rsidRPr="00084A06">
              <w:rPr>
                <w:rFonts w:ascii="Corbel" w:eastAsia="Times New Roman" w:hAnsi="Corbel" w:cs="Tahoma"/>
                <w:bCs/>
                <w:sz w:val="24"/>
                <w:szCs w:val="24"/>
                <w:lang w:eastAsia="pl-PL"/>
              </w:rPr>
              <w:t xml:space="preserve">Jaworska A., </w:t>
            </w:r>
            <w:r w:rsidRPr="00084A06">
              <w:rPr>
                <w:rFonts w:ascii="Corbel" w:eastAsia="Times New Roman" w:hAnsi="Corbel" w:cs="Tahoma"/>
                <w:bCs/>
                <w:i/>
                <w:sz w:val="24"/>
                <w:szCs w:val="24"/>
                <w:lang w:eastAsia="pl-PL"/>
              </w:rPr>
              <w:t>Leksykon resocjalizacji</w:t>
            </w:r>
            <w:r w:rsidRPr="00084A06">
              <w:rPr>
                <w:rFonts w:ascii="Corbel" w:eastAsia="Times New Roman" w:hAnsi="Corbel" w:cs="Tahoma"/>
                <w:bCs/>
                <w:sz w:val="24"/>
                <w:szCs w:val="24"/>
                <w:lang w:eastAsia="pl-PL"/>
              </w:rPr>
              <w:t xml:space="preserve">, Kraków 2012. </w:t>
            </w:r>
          </w:p>
          <w:p w14:paraId="0B732E40" w14:textId="77777777" w:rsidR="002A6451" w:rsidRPr="00084A06" w:rsidRDefault="002A6451" w:rsidP="000A78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t>Kopciewicz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 xml:space="preserve"> L.,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883701">
              <w:rPr>
                <w:rFonts w:ascii="Corbel" w:hAnsi="Corbel"/>
                <w:bCs/>
                <w:i/>
                <w:iCs/>
                <w:sz w:val="24"/>
                <w:szCs w:val="24"/>
              </w:rPr>
              <w:t>Nauczycielskie poniżanie: szkolna przemoc wobec dziewcząt</w:t>
            </w:r>
            <w:r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. 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Warszawa 2011.</w:t>
            </w:r>
          </w:p>
          <w:p w14:paraId="5CC1FE7A" w14:textId="77777777" w:rsidR="002A6451" w:rsidRPr="00084A06" w:rsidRDefault="002A6451" w:rsidP="000A78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sz w:val="24"/>
                <w:szCs w:val="24"/>
              </w:rPr>
              <w:t>Kulesza K</w:t>
            </w:r>
            <w:r>
              <w:rPr>
                <w:rFonts w:ascii="Corbel" w:hAnsi="Corbel"/>
                <w:bCs/>
                <w:sz w:val="24"/>
                <w:szCs w:val="24"/>
              </w:rPr>
              <w:t>.,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883701">
              <w:rPr>
                <w:rFonts w:ascii="Corbel" w:hAnsi="Corbel"/>
                <w:bCs/>
                <w:i/>
                <w:iCs/>
                <w:sz w:val="24"/>
                <w:szCs w:val="24"/>
              </w:rPr>
              <w:t>Odpowiedzialność za najmłodszych: nie tylko w dobie pandemii.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W: Niebieska Linia. - 2020, nr 3, s. 6-9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194C7520" w14:textId="77777777" w:rsidR="002A6451" w:rsidRPr="00084A06" w:rsidRDefault="002A6451" w:rsidP="000A78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t>Pospiszyl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I., </w:t>
            </w:r>
            <w:r w:rsidRPr="00084A06">
              <w:rPr>
                <w:rFonts w:ascii="Corbel" w:hAnsi="Corbel"/>
                <w:bCs/>
                <w:i/>
                <w:sz w:val="24"/>
                <w:szCs w:val="24"/>
              </w:rPr>
              <w:t>Ofiary chroniczne, przypadek czy konieczność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. Warszawa 2003.</w:t>
            </w:r>
          </w:p>
          <w:p w14:paraId="25360832" w14:textId="77777777" w:rsidR="002A6451" w:rsidRPr="00084A06" w:rsidRDefault="002A6451" w:rsidP="000A78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</w:pPr>
            <w:r w:rsidRPr="00084A06">
              <w:rPr>
                <w:rStyle w:val="Pogrubienie"/>
                <w:rFonts w:ascii="Corbel" w:hAnsi="Corbel" w:cs="Arial"/>
                <w:b w:val="0"/>
                <w:i/>
                <w:iCs/>
                <w:sz w:val="24"/>
                <w:szCs w:val="24"/>
                <w:shd w:val="clear" w:color="auto" w:fill="FFFFFF"/>
              </w:rPr>
              <w:t>Przemoc i mobbing w szkole, w domu, w miejscu pracy</w:t>
            </w:r>
            <w:r>
              <w:rPr>
                <w:rStyle w:val="Pogrubienie"/>
                <w:rFonts w:ascii="Corbel" w:hAnsi="Corbel" w:cs="Arial"/>
                <w:b w:val="0"/>
                <w:sz w:val="24"/>
                <w:szCs w:val="24"/>
                <w:shd w:val="clear" w:color="auto" w:fill="FFFFFF"/>
              </w:rPr>
              <w:t>,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 red. </w:t>
            </w:r>
            <w:r w:rsidRPr="00AA30EB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  <w:lang w:val="en-US"/>
              </w:rPr>
              <w:t xml:space="preserve">Claire P. Monks, Iain Coyne; </w:t>
            </w:r>
            <w:proofErr w:type="spellStart"/>
            <w:r w:rsidRPr="00AA30EB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  <w:lang w:val="en-US"/>
              </w:rPr>
              <w:t>tł</w:t>
            </w:r>
            <w:proofErr w:type="spellEnd"/>
            <w:r w:rsidRPr="00AA30EB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Małgorzata Guzowska.  Warszawa 2012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.</w:t>
            </w:r>
          </w:p>
          <w:p w14:paraId="24E52927" w14:textId="77777777" w:rsidR="002A6451" w:rsidRPr="00084A06" w:rsidRDefault="002A6451" w:rsidP="000A78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</w:pPr>
            <w:r w:rsidRPr="00084A06">
              <w:rPr>
                <w:rStyle w:val="Pogrubienie"/>
                <w:rFonts w:ascii="Corbel" w:hAnsi="Corbel" w:cs="Arial"/>
                <w:b w:val="0"/>
                <w:i/>
                <w:iCs/>
                <w:sz w:val="24"/>
                <w:szCs w:val="24"/>
                <w:shd w:val="clear" w:color="auto" w:fill="FFFFFF"/>
              </w:rPr>
              <w:t>Przemoc w rodzinie w aspekcie Konwencji Rady Europy w sprawie zapobiegania i zwalczania przemocy wobec kobiet i przemocy domowej</w:t>
            </w:r>
            <w:r>
              <w:rPr>
                <w:rStyle w:val="Pogrubienie"/>
                <w:rFonts w:ascii="Corbel" w:hAnsi="Corbel" w:cs="Arial"/>
                <w:b w:val="0"/>
                <w:i/>
                <w:iCs/>
                <w:sz w:val="24"/>
                <w:szCs w:val="24"/>
                <w:shd w:val="clear" w:color="auto" w:fill="FFFFFF"/>
              </w:rPr>
              <w:t>,</w:t>
            </w:r>
            <w:r>
              <w:rPr>
                <w:rStyle w:val="Pogrubienie"/>
                <w:i/>
                <w:iCs/>
              </w:rPr>
              <w:t xml:space="preserve"> 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red. E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.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 Kowalewska-Borys. Warszawa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2015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.</w:t>
            </w:r>
          </w:p>
          <w:p w14:paraId="06687F7C" w14:textId="77777777" w:rsidR="002A6451" w:rsidRPr="00084A06" w:rsidRDefault="002A6451" w:rsidP="000A78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>Przemoc. Konteksty społeczno – kulturowe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. Tom 1 </w:t>
            </w: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>Społeczne i psychologiczne aspekty zjawiska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, red. B. </w:t>
            </w: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t>Szluz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</w:rPr>
              <w:t>, Rzeszów 2007.</w:t>
            </w:r>
          </w:p>
          <w:p w14:paraId="71EF6201" w14:textId="77777777" w:rsidR="002A6451" w:rsidRPr="00084A06" w:rsidRDefault="002A6451" w:rsidP="000A78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>Przemoc. Konteksty społeczno – kulturowe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. Tom 2 </w:t>
            </w: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>Kulturowe i edukacyjne aspekty zjawiska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, red. W. Walc, Rzeszów 2007.</w:t>
            </w:r>
          </w:p>
          <w:p w14:paraId="078FB5C8" w14:textId="77777777" w:rsidR="002A6451" w:rsidRPr="00084A06" w:rsidRDefault="002A6451" w:rsidP="000A78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>Rodzina i szkoła wobec przemocy,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red. T. Sakowicz, Kielce 2004.</w:t>
            </w:r>
          </w:p>
          <w:p w14:paraId="2F3D5F0C" w14:textId="77777777" w:rsidR="002A6451" w:rsidRPr="00084A06" w:rsidRDefault="002A6451" w:rsidP="000A78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sz w:val="24"/>
                <w:szCs w:val="24"/>
              </w:rPr>
              <w:t>Sokołowska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M., </w:t>
            </w:r>
            <w:r w:rsidRPr="00883701">
              <w:rPr>
                <w:rFonts w:ascii="Corbel" w:hAnsi="Corbel"/>
                <w:bCs/>
                <w:i/>
                <w:iCs/>
                <w:sz w:val="24"/>
                <w:szCs w:val="24"/>
              </w:rPr>
              <w:t>Ochrona pokrzywdzonych przemocą domową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. W: Niebieska Linia. - 2019, nr 3, s. 30-32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60741B56" w14:textId="77777777" w:rsidR="002A6451" w:rsidRPr="00084A06" w:rsidRDefault="002A6451" w:rsidP="000A78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Style w:val="tm15"/>
                <w:rFonts w:ascii="Corbel" w:hAnsi="Corbel"/>
                <w:bCs/>
                <w:sz w:val="24"/>
                <w:szCs w:val="24"/>
                <w:shd w:val="clear" w:color="auto" w:fill="FFFFFF"/>
              </w:rPr>
            </w:pPr>
            <w:r w:rsidRPr="00084A06">
              <w:rPr>
                <w:rStyle w:val="tm12"/>
                <w:rFonts w:ascii="Corbel" w:hAnsi="Corbel"/>
                <w:bCs/>
                <w:sz w:val="24"/>
                <w:szCs w:val="24"/>
                <w:shd w:val="clear" w:color="auto" w:fill="FFFFFF"/>
              </w:rPr>
              <w:t> Urban</w:t>
            </w:r>
            <w:r>
              <w:rPr>
                <w:rStyle w:val="tm12"/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 B.,</w:t>
            </w:r>
            <w:r w:rsidRPr="00883701">
              <w:rPr>
                <w:rStyle w:val="tm12"/>
                <w:rFonts w:ascii="Corbel" w:hAnsi="Corbel"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Agresja młodzieży i odrzucenie rówieśnicze</w:t>
            </w:r>
            <w:r>
              <w:rPr>
                <w:rStyle w:val="tm12"/>
                <w:rFonts w:ascii="Corbel" w:hAnsi="Corbel"/>
                <w:bCs/>
                <w:i/>
                <w:iCs/>
                <w:sz w:val="24"/>
                <w:szCs w:val="24"/>
                <w:shd w:val="clear" w:color="auto" w:fill="FFFFFF"/>
              </w:rPr>
              <w:t>.</w:t>
            </w:r>
            <w:r w:rsidRPr="00084A06">
              <w:rPr>
                <w:rStyle w:val="tm12"/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 Warszawa 2012. </w:t>
            </w:r>
          </w:p>
          <w:p w14:paraId="6149931F" w14:textId="77777777" w:rsidR="002A6451" w:rsidRPr="00084A06" w:rsidRDefault="002A6451" w:rsidP="000A78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sz w:val="24"/>
                <w:szCs w:val="24"/>
              </w:rPr>
              <w:t>Wasilewska-Ostrowska K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., </w:t>
            </w:r>
            <w:r w:rsidRPr="00883701">
              <w:rPr>
                <w:rFonts w:ascii="Corbel" w:hAnsi="Corbel"/>
                <w:bCs/>
                <w:i/>
                <w:iCs/>
                <w:sz w:val="24"/>
                <w:szCs w:val="24"/>
              </w:rPr>
              <w:t>Bezradność seniora- ofiary przemocy w rodzinie: nowe zadania dla pomocy społecznej.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W: Niebieska Linia. - 2020, nr 2, s. 19- 21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5E9E0724" w14:textId="77777777" w:rsidR="002A6451" w:rsidRPr="00084A06" w:rsidRDefault="002A6451" w:rsidP="000A78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</w:tbl>
    <w:p w14:paraId="59587EC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041B9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C9AC3" w14:textId="77777777" w:rsidR="000F72B7" w:rsidRDefault="000F72B7" w:rsidP="00C16ABF">
      <w:pPr>
        <w:spacing w:after="0" w:line="240" w:lineRule="auto"/>
      </w:pPr>
      <w:r>
        <w:separator/>
      </w:r>
    </w:p>
  </w:endnote>
  <w:endnote w:type="continuationSeparator" w:id="0">
    <w:p w14:paraId="10235DF2" w14:textId="77777777" w:rsidR="000F72B7" w:rsidRDefault="000F72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6DC39" w14:textId="77777777" w:rsidR="000F72B7" w:rsidRDefault="000F72B7" w:rsidP="00C16ABF">
      <w:pPr>
        <w:spacing w:after="0" w:line="240" w:lineRule="auto"/>
      </w:pPr>
      <w:r>
        <w:separator/>
      </w:r>
    </w:p>
  </w:footnote>
  <w:footnote w:type="continuationSeparator" w:id="0">
    <w:p w14:paraId="09676640" w14:textId="77777777" w:rsidR="000F72B7" w:rsidRDefault="000F72B7" w:rsidP="00C16ABF">
      <w:pPr>
        <w:spacing w:after="0" w:line="240" w:lineRule="auto"/>
      </w:pPr>
      <w:r>
        <w:continuationSeparator/>
      </w:r>
    </w:p>
  </w:footnote>
  <w:footnote w:id="1">
    <w:p w14:paraId="35B2DF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FE7C94"/>
    <w:multiLevelType w:val="hybridMultilevel"/>
    <w:tmpl w:val="F9A6F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239097">
    <w:abstractNumId w:val="0"/>
  </w:num>
  <w:num w:numId="2" w16cid:durableId="51762517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645"/>
    <w:rsid w:val="000048FD"/>
    <w:rsid w:val="000077B4"/>
    <w:rsid w:val="00015B8F"/>
    <w:rsid w:val="00022ECE"/>
    <w:rsid w:val="00042A51"/>
    <w:rsid w:val="00042B0C"/>
    <w:rsid w:val="00042D2E"/>
    <w:rsid w:val="00044C82"/>
    <w:rsid w:val="00070ED6"/>
    <w:rsid w:val="000742DC"/>
    <w:rsid w:val="00084A0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CFC"/>
    <w:rsid w:val="000F5615"/>
    <w:rsid w:val="000F72B7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80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4ABC"/>
    <w:rsid w:val="0028173C"/>
    <w:rsid w:val="00281FF2"/>
    <w:rsid w:val="002857DE"/>
    <w:rsid w:val="00291567"/>
    <w:rsid w:val="002A22BF"/>
    <w:rsid w:val="002A2389"/>
    <w:rsid w:val="002A3ED2"/>
    <w:rsid w:val="002A6451"/>
    <w:rsid w:val="002A671D"/>
    <w:rsid w:val="002B4D55"/>
    <w:rsid w:val="002B5EA0"/>
    <w:rsid w:val="002B6119"/>
    <w:rsid w:val="002C1F06"/>
    <w:rsid w:val="002C5279"/>
    <w:rsid w:val="002D2C9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AD4"/>
    <w:rsid w:val="003C0BAE"/>
    <w:rsid w:val="003D18A9"/>
    <w:rsid w:val="003D6CE2"/>
    <w:rsid w:val="003D70D4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1240"/>
    <w:rsid w:val="00461EFC"/>
    <w:rsid w:val="004652C2"/>
    <w:rsid w:val="004706D1"/>
    <w:rsid w:val="00471113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10F9"/>
    <w:rsid w:val="00543ACC"/>
    <w:rsid w:val="005515FE"/>
    <w:rsid w:val="0056696D"/>
    <w:rsid w:val="0059484D"/>
    <w:rsid w:val="005A0855"/>
    <w:rsid w:val="005A3196"/>
    <w:rsid w:val="005C080F"/>
    <w:rsid w:val="005C5378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554E1"/>
    <w:rsid w:val="006620D9"/>
    <w:rsid w:val="00670889"/>
    <w:rsid w:val="00671958"/>
    <w:rsid w:val="00675843"/>
    <w:rsid w:val="00696477"/>
    <w:rsid w:val="006B4434"/>
    <w:rsid w:val="006D050F"/>
    <w:rsid w:val="006D6139"/>
    <w:rsid w:val="006E5D65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327BD"/>
    <w:rsid w:val="00734608"/>
    <w:rsid w:val="00737B2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553"/>
    <w:rsid w:val="0081554D"/>
    <w:rsid w:val="0081707E"/>
    <w:rsid w:val="008449B3"/>
    <w:rsid w:val="008552A2"/>
    <w:rsid w:val="0085747A"/>
    <w:rsid w:val="00883701"/>
    <w:rsid w:val="00884922"/>
    <w:rsid w:val="00885F64"/>
    <w:rsid w:val="008917F9"/>
    <w:rsid w:val="008A45F7"/>
    <w:rsid w:val="008B4E35"/>
    <w:rsid w:val="008B7A2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888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0EB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01D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C6B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44D8"/>
    <w:rsid w:val="00CE5BAC"/>
    <w:rsid w:val="00CF21A3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328E"/>
    <w:rsid w:val="00D8678B"/>
    <w:rsid w:val="00DA2114"/>
    <w:rsid w:val="00DE09C0"/>
    <w:rsid w:val="00DE4A14"/>
    <w:rsid w:val="00DF320D"/>
    <w:rsid w:val="00DF3988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498F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E3CC4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497A"/>
  <w15:docId w15:val="{C8B423D8-A523-4DD7-B4FC-C6850C44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F39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5C5378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Pogrubienie">
    <w:name w:val="Strong"/>
    <w:basedOn w:val="Domylnaczcionkaakapitu"/>
    <w:uiPriority w:val="22"/>
    <w:qFormat/>
    <w:rsid w:val="003D70D4"/>
    <w:rPr>
      <w:b/>
      <w:bCs/>
    </w:rPr>
  </w:style>
  <w:style w:type="character" w:customStyle="1" w:styleId="tm12">
    <w:name w:val="tm12"/>
    <w:basedOn w:val="Domylnaczcionkaakapitu"/>
    <w:rsid w:val="003D70D4"/>
  </w:style>
  <w:style w:type="character" w:customStyle="1" w:styleId="tm15">
    <w:name w:val="tm15"/>
    <w:basedOn w:val="Domylnaczcionkaakapitu"/>
    <w:rsid w:val="003D7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65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F86AA-134C-4A1A-9900-872A7E2B2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280</TotalTime>
  <Pages>6</Pages>
  <Words>1449</Words>
  <Characters>8695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Pstrąg</cp:lastModifiedBy>
  <cp:revision>14</cp:revision>
  <cp:lastPrinted>2019-02-06T12:12:00Z</cp:lastPrinted>
  <dcterms:created xsi:type="dcterms:W3CDTF">2023-06-07T06:22:00Z</dcterms:created>
  <dcterms:modified xsi:type="dcterms:W3CDTF">2024-09-10T18:47:00Z</dcterms:modified>
</cp:coreProperties>
</file>